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2B4CB" w14:textId="081F5162" w:rsidR="009A0914" w:rsidRPr="007D76A4" w:rsidRDefault="00B250A0" w:rsidP="009A0914">
      <w:pPr>
        <w:rPr>
          <w:b/>
          <w:sz w:val="32"/>
          <w:szCs w:val="32"/>
        </w:rPr>
      </w:pPr>
      <w:r w:rsidRPr="007D76A4">
        <w:rPr>
          <w:b/>
          <w:sz w:val="32"/>
          <w:szCs w:val="32"/>
        </w:rPr>
        <w:t xml:space="preserve">Who's </w:t>
      </w:r>
      <w:proofErr w:type="gramStart"/>
      <w:r w:rsidRPr="007D76A4">
        <w:rPr>
          <w:b/>
          <w:sz w:val="32"/>
          <w:szCs w:val="32"/>
        </w:rPr>
        <w:t>Lying</w:t>
      </w:r>
      <w:proofErr w:type="gramEnd"/>
      <w:r w:rsidR="009A0914" w:rsidRPr="007D76A4">
        <w:rPr>
          <w:b/>
          <w:sz w:val="32"/>
          <w:szCs w:val="32"/>
        </w:rPr>
        <w:t xml:space="preserve"> </w:t>
      </w:r>
    </w:p>
    <w:p w14:paraId="56BE8817" w14:textId="77777777" w:rsidR="009A0914" w:rsidRDefault="009A0914" w:rsidP="009A0914">
      <w:pPr>
        <w:rPr>
          <w:b/>
        </w:rPr>
      </w:pPr>
    </w:p>
    <w:p w14:paraId="6677CAF8" w14:textId="77777777" w:rsidR="009A0914" w:rsidRDefault="009A0914" w:rsidP="009A0914">
      <w:pPr>
        <w:rPr>
          <w:b/>
        </w:rPr>
      </w:pPr>
    </w:p>
    <w:p w14:paraId="1CB28C86" w14:textId="77777777" w:rsidR="009A0914" w:rsidRDefault="009A0914" w:rsidP="009A0914">
      <w:pPr>
        <w:rPr>
          <w:b/>
        </w:rPr>
      </w:pPr>
      <w:r w:rsidRPr="00713488">
        <w:rPr>
          <w:b/>
        </w:rPr>
        <w:t>Enduring Understanding</w:t>
      </w:r>
    </w:p>
    <w:p w14:paraId="08C5B0E6" w14:textId="77777777" w:rsidR="00B250A0" w:rsidRDefault="00B250A0" w:rsidP="009A0914">
      <w:pPr>
        <w:rPr>
          <w:b/>
        </w:rPr>
      </w:pPr>
    </w:p>
    <w:p w14:paraId="23200E38" w14:textId="77777777" w:rsidR="00B250A0" w:rsidRPr="00B250A0" w:rsidRDefault="00B250A0" w:rsidP="009A0914">
      <w:r w:rsidRPr="00B250A0">
        <w:t>Images have the power to manipulate.</w:t>
      </w:r>
    </w:p>
    <w:p w14:paraId="1FCE49B2" w14:textId="77777777" w:rsidR="009A0914" w:rsidRPr="00B250A0" w:rsidRDefault="009A0914" w:rsidP="009A0914"/>
    <w:p w14:paraId="47EDF2DA" w14:textId="77777777" w:rsidR="009A0914" w:rsidRDefault="009A0914" w:rsidP="009A0914"/>
    <w:p w14:paraId="0E8A7016" w14:textId="77777777" w:rsidR="009A0914" w:rsidRDefault="009A0914" w:rsidP="009A0914">
      <w:pPr>
        <w:rPr>
          <w:b/>
        </w:rPr>
      </w:pPr>
      <w:r w:rsidRPr="00427B8B">
        <w:rPr>
          <w:b/>
        </w:rPr>
        <w:t>Essential Questions</w:t>
      </w:r>
    </w:p>
    <w:p w14:paraId="6FFABC21" w14:textId="77777777" w:rsidR="00B250A0" w:rsidRDefault="00B250A0" w:rsidP="009A0914">
      <w:pPr>
        <w:rPr>
          <w:b/>
        </w:rPr>
      </w:pPr>
    </w:p>
    <w:p w14:paraId="01102A6A" w14:textId="062B15B4" w:rsidR="00B250A0" w:rsidRPr="00B250A0" w:rsidRDefault="00F80816" w:rsidP="009A0914">
      <w:r>
        <w:t xml:space="preserve">How is knowing the Point-of View critical to understanding an </w:t>
      </w:r>
      <w:r w:rsidR="00F51CAA">
        <w:t>image?</w:t>
      </w:r>
    </w:p>
    <w:p w14:paraId="6437D1B0" w14:textId="77777777" w:rsidR="009A0914" w:rsidRDefault="009A0914" w:rsidP="009A0914"/>
    <w:p w14:paraId="4C743B15" w14:textId="77777777" w:rsidR="009A0914" w:rsidRPr="00D363DE" w:rsidRDefault="009A0914" w:rsidP="009A0914">
      <w:pPr>
        <w:rPr>
          <w:b/>
        </w:rPr>
      </w:pPr>
    </w:p>
    <w:p w14:paraId="220B7A62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Objectives</w:t>
      </w:r>
    </w:p>
    <w:p w14:paraId="2D62CEB4" w14:textId="77777777" w:rsidR="009A0914" w:rsidRDefault="009A0914" w:rsidP="009A0914"/>
    <w:p w14:paraId="42A0A5B5" w14:textId="77777777" w:rsidR="00B250A0" w:rsidRDefault="00B250A0" w:rsidP="009A0914">
      <w:r>
        <w:t>To learn about the different aspects of social realism and propaganda</w:t>
      </w:r>
    </w:p>
    <w:p w14:paraId="13C6DE6E" w14:textId="77777777" w:rsidR="00296F25" w:rsidRDefault="00296F25" w:rsidP="009A0914"/>
    <w:p w14:paraId="4F4FD583" w14:textId="35891099" w:rsidR="00296F25" w:rsidRDefault="00296F25" w:rsidP="009A0914">
      <w:r>
        <w:t>To learn about and apply some basic drawing techniques in making artworks that explore the concepts of propaganda</w:t>
      </w:r>
    </w:p>
    <w:p w14:paraId="2801F42F" w14:textId="77777777" w:rsidR="009A0914" w:rsidRPr="00D363DE" w:rsidRDefault="009A0914" w:rsidP="009A0914">
      <w:pPr>
        <w:rPr>
          <w:b/>
        </w:rPr>
      </w:pPr>
    </w:p>
    <w:p w14:paraId="73017301" w14:textId="77777777" w:rsidR="007D76A4" w:rsidRDefault="007D76A4" w:rsidP="009A0914">
      <w:pPr>
        <w:rPr>
          <w:b/>
        </w:rPr>
      </w:pPr>
      <w:bookmarkStart w:id="0" w:name="OLE_LINK3"/>
      <w:bookmarkStart w:id="1" w:name="OLE_LINK4"/>
    </w:p>
    <w:p w14:paraId="6E018A56" w14:textId="77777777" w:rsidR="009A0914" w:rsidRDefault="009A0914" w:rsidP="009A0914">
      <w:pPr>
        <w:rPr>
          <w:b/>
        </w:rPr>
      </w:pPr>
      <w:r w:rsidRPr="00D363DE">
        <w:rPr>
          <w:b/>
        </w:rPr>
        <w:t>Revisited Skills</w:t>
      </w:r>
    </w:p>
    <w:p w14:paraId="4C24E839" w14:textId="77777777" w:rsidR="006B7606" w:rsidRDefault="006B7606" w:rsidP="009A0914">
      <w:pPr>
        <w:rPr>
          <w:b/>
        </w:rPr>
      </w:pPr>
    </w:p>
    <w:p w14:paraId="25CC291E" w14:textId="0859FCD4" w:rsidR="00296F25" w:rsidRPr="00296F25" w:rsidRDefault="00296F25" w:rsidP="009A0914">
      <w:r>
        <w:t xml:space="preserve">using </w:t>
      </w:r>
      <w:r w:rsidRPr="00296F25">
        <w:t>form, theme and context</w:t>
      </w:r>
      <w:r>
        <w:t xml:space="preserve"> to analyze works of art</w:t>
      </w:r>
      <w:bookmarkStart w:id="2" w:name="_GoBack"/>
      <w:bookmarkEnd w:id="2"/>
    </w:p>
    <w:p w14:paraId="3EB68BE5" w14:textId="77777777" w:rsidR="009A0914" w:rsidRDefault="009A0914" w:rsidP="009A0914"/>
    <w:p w14:paraId="7C21A1A3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New skills</w:t>
      </w:r>
    </w:p>
    <w:p w14:paraId="3142D510" w14:textId="77777777" w:rsidR="009A0914" w:rsidRDefault="009A0914" w:rsidP="009A0914"/>
    <w:bookmarkEnd w:id="0"/>
    <w:bookmarkEnd w:id="1"/>
    <w:p w14:paraId="6BF4A18C" w14:textId="75E9CF8C" w:rsidR="009A0914" w:rsidRDefault="00296F25" w:rsidP="009A0914">
      <w:proofErr w:type="gramStart"/>
      <w:r>
        <w:t>shading</w:t>
      </w:r>
      <w:proofErr w:type="gramEnd"/>
      <w:r>
        <w:t>, perspective and the illusion of depth</w:t>
      </w:r>
    </w:p>
    <w:p w14:paraId="22E676CA" w14:textId="77777777" w:rsidR="00515CC0" w:rsidRDefault="00515CC0"/>
    <w:sectPr w:rsidR="00515C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A0"/>
    <w:rsid w:val="0020104E"/>
    <w:rsid w:val="00296F25"/>
    <w:rsid w:val="005123BC"/>
    <w:rsid w:val="00515CC0"/>
    <w:rsid w:val="006B7606"/>
    <w:rsid w:val="007D76A4"/>
    <w:rsid w:val="009A0914"/>
    <w:rsid w:val="00B250A0"/>
    <w:rsid w:val="00F51CAA"/>
    <w:rsid w:val="00F808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55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Objectiv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Objectives template.dotx</Template>
  <TotalTime>0</TotalTime>
  <Pages>1</Pages>
  <Words>74</Words>
  <Characters>428</Characters>
  <Application>Microsoft Macintosh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2017-01-12T03:48:00Z</dcterms:created>
  <dcterms:modified xsi:type="dcterms:W3CDTF">2017-01-12T03:48:00Z</dcterms:modified>
</cp:coreProperties>
</file>